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8" w:space="0" w:color="FFFFFF" w:themeColor="light1"/>
          <w:left w:val="single" w:sz="48" w:space="0" w:color="FFFFFF" w:themeColor="light1"/>
          <w:bottom w:val="single" w:sz="48" w:space="0" w:color="FFFFFF" w:themeColor="light1"/>
          <w:right w:val="single" w:sz="48" w:space="0" w:color="FFFFFF" w:themeColor="light1"/>
          <w:insideH w:val="single" w:sz="48" w:space="0" w:color="FFFFFF" w:themeColor="light1"/>
          <w:insideV w:val="single" w:sz="48" w:space="0" w:color="FFFFFF" w:themeColor="light1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76"/>
        <w:gridCol w:w="7128"/>
      </w:tblGrid>
      <w:tr w:rsidR="002333C6">
        <w:trPr>
          <w:trHeight w:val="108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333C6" w:rsidRDefault="002333C6">
            <w:pPr>
              <w:spacing w:after="0" w:line="240" w:lineRule="auto"/>
              <w:jc w:val="center"/>
              <w:rPr>
                <w:color w:val="EBDDC3" w:themeColor="background2"/>
              </w:rPr>
            </w:pPr>
            <w:bookmarkStart w:id="0" w:name="_GoBack"/>
            <w:bookmarkEnd w:id="0"/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9" w:type="dxa"/>
              <w:left w:w="115" w:type="dxa"/>
              <w:bottom w:w="29" w:type="dxa"/>
              <w:right w:w="29" w:type="dxa"/>
            </w:tcMar>
            <w:vAlign w:val="center"/>
          </w:tcPr>
          <w:sdt>
            <w:sdtPr>
              <w:id w:val="5824127"/>
              <w:placeholder>
                <w:docPart w:val="EF6D6C7786304011B36CB3732A3034B7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2333C6" w:rsidRDefault="00017CB8">
                <w:pPr>
                  <w:pStyle w:val="CompanyName"/>
                </w:pPr>
                <w:r>
                  <w:t>Bloomsburg University</w:t>
                </w:r>
              </w:p>
            </w:sdtContent>
          </w:sdt>
          <w:p w:rsidR="002333C6" w:rsidRDefault="00017CB8" w:rsidP="00017CB8">
            <w:pPr>
              <w:pStyle w:val="SenderAddress"/>
              <w:spacing w:after="0"/>
            </w:pPr>
            <w:r>
              <w:t>Bloomsburg Pennsylvania 12345</w:t>
            </w:r>
          </w:p>
          <w:p w:rsidR="00017CB8" w:rsidRDefault="00017CB8" w:rsidP="00017CB8">
            <w:pPr>
              <w:pStyle w:val="SenderAddress"/>
              <w:spacing w:after="0"/>
            </w:pPr>
            <w:r>
              <w:t>School Road</w:t>
            </w:r>
          </w:p>
        </w:tc>
      </w:tr>
      <w:tr w:rsidR="002333C6">
        <w:trPr>
          <w:trHeight w:val="36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  <w:shd w:val="clear" w:color="auto" w:fill="DD8047" w:themeFill="accent2"/>
            <w:tcMar>
              <w:top w:w="29" w:type="dxa"/>
              <w:left w:w="115" w:type="dxa"/>
              <w:bottom w:w="29" w:type="dxa"/>
            </w:tcMar>
            <w:vAlign w:val="center"/>
          </w:tcPr>
          <w:sdt>
            <w:sdtPr>
              <w:id w:val="218072593"/>
              <w:placeholder>
                <w:docPart w:val="B404E550AFD549E0B2D2DA9406CC044F"/>
              </w:placeholder>
              <w:date w:fullDate="2015-03-17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2333C6" w:rsidRDefault="00017CB8" w:rsidP="00017CB8">
                <w:pPr>
                  <w:pStyle w:val="Date"/>
                  <w:framePr w:wrap="auto" w:hAnchor="text" w:xAlign="left" w:yAlign="inline"/>
                  <w:suppressOverlap w:val="0"/>
                </w:pPr>
                <w:r>
                  <w:t>3/17/2015</w:t>
                </w:r>
              </w:p>
            </w:sdtContent>
          </w:sdt>
        </w:tc>
        <w:tc>
          <w:tcPr>
            <w:tcW w:w="3750" w:type="pct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  <w:shd w:val="clear" w:color="auto" w:fill="94B6D2" w:themeFill="accent1"/>
            <w:tcMar>
              <w:top w:w="29" w:type="dxa"/>
              <w:left w:w="115" w:type="dxa"/>
              <w:bottom w:w="29" w:type="dxa"/>
            </w:tcMar>
            <w:vAlign w:val="center"/>
          </w:tcPr>
          <w:p w:rsidR="002333C6" w:rsidRDefault="002333C6">
            <w:pPr>
              <w:spacing w:after="0"/>
              <w:rPr>
                <w:color w:val="FFFFFF" w:themeColor="background1"/>
              </w:rPr>
            </w:pPr>
          </w:p>
        </w:tc>
      </w:tr>
      <w:tr w:rsidR="002333C6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3C6" w:rsidRDefault="002333C6">
            <w:pPr>
              <w:spacing w:after="0" w:line="240" w:lineRule="auto"/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2333C6" w:rsidRDefault="00017CB8">
            <w:pPr>
              <w:pStyle w:val="RecipientAddress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06C2F47" wp14:editId="615EA323">
                      <wp:simplePos x="0" y="0"/>
                      <wp:positionH relativeFrom="column">
                        <wp:posOffset>-39038</wp:posOffset>
                      </wp:positionH>
                      <wp:positionV relativeFrom="paragraph">
                        <wp:posOffset>-405029</wp:posOffset>
                      </wp:positionV>
                      <wp:extent cx="4760758" cy="255905"/>
                      <wp:effectExtent l="0" t="0" r="20955" b="1079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0758" cy="2559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17CB8" w:rsidRPr="00181FB2" w:rsidRDefault="00017CB8" w:rsidP="00181FB2">
                                  <w:r w:rsidRPr="00017CB8">
                                    <w:rPr>
                                      <w:b/>
                                      <w:color w:val="70AD47"/>
                                      <w:spacing w:val="10"/>
                                      <w14:glow w14:rad="38100">
                                        <w14:schemeClr w14:val="accent1">
                                          <w14:alpha w14:val="60000"/>
                                        </w14:schemeClr>
                                      </w14:glow>
                                      <w14:textOutline w14:w="9525" w14:cap="flat" w14:cmpd="sng" w14:algn="ctr">
                                        <w14:solidFill>
                                          <w14:schemeClr w14:val="accent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70AD47">
                                            <w14:tint w14:val="1000"/>
                                          </w14:srgbClr>
                                        </w14:solidFill>
                                      </w14:textFill>
                                    </w:rPr>
                                    <w:t>OFFICE OF UNIVERSITY ISSUES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6C2F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.05pt;margin-top:-31.9pt;width:374.85pt;height:20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" fillcolor="#94b6d2 [3204]" strokeweight=".5pt">
                      <v:textbox>
                        <w:txbxContent>
                          <w:p w:rsidR="00017CB8" w:rsidRPr="00181FB2" w:rsidRDefault="00017CB8" w:rsidP="00181FB2">
                            <w:r w:rsidRPr="00017CB8">
                              <w:rPr>
                                <w:b/>
                                <w:color w:val="70AD47"/>
                                <w:spacing w:val="1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OFFICE OF UNIVERSITY ISSUES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06A56895" wp14:editId="12A9E111">
                      <wp:simplePos x="0" y="0"/>
                      <wp:positionH relativeFrom="column">
                        <wp:posOffset>-138811</wp:posOffset>
                      </wp:positionH>
                      <wp:positionV relativeFrom="paragraph">
                        <wp:posOffset>-93396</wp:posOffset>
                      </wp:positionV>
                      <wp:extent cx="1828800" cy="790041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7900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7CB8" w:rsidRPr="00017CB8" w:rsidRDefault="00017CB8" w:rsidP="00017CB8">
                                  <w:pPr>
                                    <w:pStyle w:val="RecipientAddress"/>
                                    <w:jc w:val="center"/>
                                    <w:rPr>
                                      <w:b/>
                                      <w:outline/>
                                      <w:color w:val="DD8047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outline/>
                                      <w:color w:val="DD8047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FRESHMAN </w:t>
                                  </w:r>
                                  <w:r w:rsidRPr="00017CB8">
                                    <w:rPr>
                                      <w:color w:val="94B6D2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56895" id="Text Box 1" o:spid="_x0000_s1027" type="#_x0000_t202" style="position:absolute;margin-left:-10.95pt;margin-top:-7.35pt;width:2in;height:62.2pt;z-index:25163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" filled="f" stroked="f">
                      <v:textbox>
                        <w:txbxContent>
                          <w:p w:rsidR="00017CB8" w:rsidRPr="00017CB8" w:rsidRDefault="00017CB8" w:rsidP="00017CB8">
                            <w:pPr>
                              <w:pStyle w:val="RecipientAddress"/>
                              <w:jc w:val="center"/>
                              <w:rPr>
                                <w:b/>
                                <w:outline/>
                                <w:color w:val="DD8047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DD8047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FRESHMAN </w:t>
                            </w:r>
                            <w:r w:rsidRPr="00017CB8">
                              <w:rPr>
                                <w:color w:val="94B6D2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333C6" w:rsidRDefault="002333C6">
            <w:pPr>
              <w:pStyle w:val="RecipientAddress"/>
            </w:pPr>
          </w:p>
          <w:p w:rsidR="002333C6" w:rsidRDefault="00017CB8" w:rsidP="00017CB8">
            <w:pPr>
              <w:pStyle w:val="Salutation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A2C00DA" wp14:editId="25295D19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580720</wp:posOffset>
                      </wp:positionV>
                      <wp:extent cx="4768952" cy="6700342"/>
                      <wp:effectExtent l="0" t="0" r="12700" b="2476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8952" cy="670034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17CB8" w:rsidRDefault="00017CB8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</w:pPr>
                                  <w:r w:rsidRPr="00017CB8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PROBLEM: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 xml:space="preserve"> It has come to my attention that </w:t>
                                  </w:r>
                                  <w:r w:rsidR="008A4CF4"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>there may be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 xml:space="preserve"> an issue among the incoming freshman</w:t>
                                  </w:r>
                                  <w:r w:rsidR="008A4CF4"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 xml:space="preserve"> at this university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 xml:space="preserve">. This issue is weight gain, otherwise known as the </w:t>
                                  </w:r>
                                  <w:r w:rsidRPr="00017CB8">
                                    <w:rPr>
                                      <w:rFonts w:ascii="Bookman Old Style" w:hAnsi="Bookman Old Style"/>
                                      <w:outline/>
                                      <w:color w:val="DD8047" w:themeColor="accent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Freshman </w:t>
                                  </w:r>
                                  <w:r w:rsidRPr="00017CB8">
                                    <w:rPr>
                                      <w:rFonts w:ascii="Bookman Old Style" w:hAnsi="Bookman Old Style"/>
                                      <w:b w:val="0"/>
                                      <w:color w:val="94B6D2" w:themeColor="accent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15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>.</w:t>
                                  </w:r>
                                </w:p>
                                <w:p w:rsidR="00017CB8" w:rsidRDefault="00017CB8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:szCs w:val="23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17CB8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BACKGROUND</w:t>
                                  </w:r>
                                  <w:r w:rsid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: </w:t>
                                  </w:r>
                                  <w:r w:rsid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:szCs w:val="23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Through research, it is found that many college freshman in fact, gain weight their freshman year. Their habits change while transitioning into a college student. But which habits may be causing the weight gain?</w:t>
                                  </w:r>
                                </w:p>
                                <w:p w:rsidR="008A4CF4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FINDINGS: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I did research 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of my own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Bloomsburg Universities campus. By studying students eating behaviors in the Commons, I found that most men ate unhealthy, while women generally made healthy eating choices. I also found through several anonymous surveys that the students generally got a healthy amount of exercise. I also found that many freshman students enjoyed binge drinking on the weekends at our University.</w:t>
                                  </w:r>
                                </w:p>
                                <w:p w:rsidR="00017CB8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CONCLUSION: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Overall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I found the reason for the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outline/>
                                      <w:color w:val="DD8047" w:themeColor="accent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Freshman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94B6D2" w:themeColor="accent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15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94B6D2" w:themeColor="accent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could be linked to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freshman student’s binge drinking, or poor dietary choices. I believe the students overall, have healthy exercise habits. Hence, I think we should take action and develop healthier eating options on campus. Furthermore, we should establish an office for students to get help with nutrition and healthy choices.</w:t>
                                  </w:r>
                                </w:p>
                                <w:p w:rsidR="008A4CF4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:rsidR="008A4CF4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Sincerely,</w:t>
                                  </w:r>
                                </w:p>
                                <w:p w:rsidR="008A4CF4" w:rsidRPr="008A4CF4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Doug Kennedy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C00DA" id="Text Box 3" o:spid="_x0000_s1028" type="#_x0000_t202" style="position:absolute;margin-left:-3.95pt;margin-top:45.75pt;width:375.5pt;height:527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" filled="f" strokeweight=".5pt">
                      <v:textbox>
                        <w:txbxContent>
                          <w:p w:rsidR="00017CB8" w:rsidRDefault="00017CB8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</w:rPr>
                            </w:pPr>
                            <w:r w:rsidRPr="00017CB8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PROBLEM: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</w:rPr>
                              <w:t xml:space="preserve"> It has come to my attention that </w:t>
                            </w:r>
                            <w:r w:rsidR="008A4CF4">
                              <w:rPr>
                                <w:rFonts w:ascii="Bookman Old Style" w:hAnsi="Bookman Old Style"/>
                                <w:b w:val="0"/>
                              </w:rPr>
                              <w:t>there may be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</w:rPr>
                              <w:t xml:space="preserve"> an issue among the incoming freshman</w:t>
                            </w:r>
                            <w:r w:rsidR="008A4CF4">
                              <w:rPr>
                                <w:rFonts w:ascii="Bookman Old Style" w:hAnsi="Bookman Old Style"/>
                                <w:b w:val="0"/>
                              </w:rPr>
                              <w:t xml:space="preserve"> at this university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</w:rPr>
                              <w:t xml:space="preserve">. This issue is weight gain, otherwise known as the </w:t>
                            </w:r>
                            <w:r w:rsidRPr="00017CB8">
                              <w:rPr>
                                <w:rFonts w:ascii="Bookman Old Style" w:hAnsi="Bookman Old Style"/>
                                <w:outline/>
                                <w:color w:val="DD8047" w:themeColor="accent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Freshman </w:t>
                            </w:r>
                            <w:r w:rsidRPr="00017CB8">
                              <w:rPr>
                                <w:rFonts w:ascii="Bookman Old Style" w:hAnsi="Bookman Old Style"/>
                                <w:b w:val="0"/>
                                <w:color w:val="94B6D2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</w:rPr>
                              <w:t>.</w:t>
                            </w:r>
                          </w:p>
                          <w:p w:rsidR="00017CB8" w:rsidRDefault="00017CB8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:szCs w:val="2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7CB8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BACKGROUND</w:t>
                            </w:r>
                            <w:r w:rsid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:szCs w:val="2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Through research, it is found that many college freshman in fact, gain weight their freshman year. Their habits change while transitioning into a college student. But which habits may be causing the weight gain?</w:t>
                            </w:r>
                          </w:p>
                          <w:p w:rsidR="008A4CF4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FINDINGS: 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 did research 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of my own 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on 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Bloomsburg Universities campus. By studying students eating behaviors in the Commons, I found that most men ate unhealthy, while women generally made healthy eating choices. I also found through several anonymous surveys that the students generally got a healthy amount of exercise. I also found that many freshman students enjoyed binge drinking on the weekends at our University.</w:t>
                            </w:r>
                          </w:p>
                          <w:p w:rsidR="00017CB8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CONCLUSION: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Overall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I found the reason for the </w:t>
                            </w:r>
                            <w:r w:rsidRPr="008A4CF4">
                              <w:rPr>
                                <w:rFonts w:ascii="Bookman Old Style" w:hAnsi="Bookman Old Style"/>
                                <w:outline/>
                                <w:color w:val="DD8047" w:themeColor="accent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Freshman 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94B6D2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:color w:val="94B6D2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could be linked to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freshman student’s binge drinking, or poor dietary choices. I believe the students overall, have healthy exercise habits. Hence, I think we should take action and develop healthier eating options on campus. Furthermore, we should establish an office for students to get help with nutrition and healthy choices.</w:t>
                            </w:r>
                          </w:p>
                          <w:p w:rsidR="008A4CF4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8A4CF4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Sincerely,</w:t>
                            </w:r>
                          </w:p>
                          <w:p w:rsidR="008A4CF4" w:rsidRPr="008A4CF4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Doug Kennedy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sdt>
              <w:sdtPr>
                <w:id w:val="218072615"/>
                <w:placeholder>
                  <w:docPart w:val="F96B949864C84A769371EA1BB56608EC"/>
                </w:placeholder>
                <w:text/>
              </w:sdtPr>
              <w:sdtEndPr/>
              <w:sdtContent>
                <w:r>
                  <w:t>DEAR OTIS,</w:t>
                </w:r>
              </w:sdtContent>
            </w:sdt>
          </w:p>
          <w:p w:rsidR="002333C6" w:rsidRDefault="00A91B6A">
            <w:pPr>
              <w:pStyle w:val="Signature"/>
            </w:pPr>
            <w:r>
              <w:t xml:space="preserve"> </w:t>
            </w:r>
          </w:p>
        </w:tc>
      </w:tr>
      <w:tr w:rsidR="00017CB8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CB8" w:rsidRDefault="00017CB8" w:rsidP="00017CB8">
            <w:pPr>
              <w:spacing w:after="0" w:line="240" w:lineRule="auto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017CB8" w:rsidRDefault="00017CB8">
            <w:pPr>
              <w:pStyle w:val="RecipientAddress"/>
              <w:rPr>
                <w:noProof/>
              </w:rPr>
            </w:pPr>
          </w:p>
        </w:tc>
      </w:tr>
      <w:tr w:rsidR="00017CB8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CB8" w:rsidRDefault="00017CB8" w:rsidP="00017CB8">
            <w:pPr>
              <w:spacing w:after="0" w:line="240" w:lineRule="auto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017CB8" w:rsidRDefault="00017CB8">
            <w:pPr>
              <w:pStyle w:val="RecipientAddress"/>
              <w:rPr>
                <w:noProof/>
              </w:rPr>
            </w:pPr>
          </w:p>
        </w:tc>
      </w:tr>
    </w:tbl>
    <w:p w:rsidR="002333C6" w:rsidRDefault="009A23F2">
      <w:pPr>
        <w:spacing w:after="200" w:line="276" w:lineRule="auto"/>
      </w:pPr>
      <w:r>
        <w:rPr>
          <w:noProof/>
          <w:lang w:eastAsia="en-US"/>
        </w:rPr>
        <w:drawing>
          <wp:anchor distT="0" distB="0" distL="114300" distR="114300" simplePos="0" relativeHeight="251693568" behindDoc="0" locked="0" layoutInCell="1" allowOverlap="1" wp14:anchorId="3473E0B4" wp14:editId="5C80225F">
            <wp:simplePos x="0" y="0"/>
            <wp:positionH relativeFrom="column">
              <wp:posOffset>-200228</wp:posOffset>
            </wp:positionH>
            <wp:positionV relativeFrom="paragraph">
              <wp:posOffset>-3754120</wp:posOffset>
            </wp:positionV>
            <wp:extent cx="1186815" cy="826770"/>
            <wp:effectExtent l="0" t="0" r="0" b="0"/>
            <wp:wrapNone/>
            <wp:docPr id="6" name="Picture 6" descr="Sports Infor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orts Informati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33C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E38" w:rsidRDefault="00F76E38">
      <w:pPr>
        <w:spacing w:after="0" w:line="240" w:lineRule="auto"/>
      </w:pPr>
      <w:r>
        <w:separator/>
      </w:r>
    </w:p>
  </w:endnote>
  <w:endnote w:type="continuationSeparator" w:id="0">
    <w:p w:rsidR="00F76E38" w:rsidRDefault="00F7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3C6" w:rsidRDefault="002333C6"/>
  <w:p w:rsidR="002333C6" w:rsidRDefault="00A91B6A">
    <w:pPr>
      <w:pStyle w:val="FooterOdd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A4CF4" w:rsidRPr="008A4CF4"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E38" w:rsidRDefault="00F76E38">
      <w:pPr>
        <w:spacing w:after="0" w:line="240" w:lineRule="auto"/>
      </w:pPr>
      <w:r>
        <w:separator/>
      </w:r>
    </w:p>
  </w:footnote>
  <w:footnote w:type="continuationSeparator" w:id="0">
    <w:p w:rsidR="00F76E38" w:rsidRDefault="00F7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3884"/>
      <w:placeholder>
        <w:docPart w:val="EF6D6C7786304011B36CB3732A3034B7"/>
      </w:placeholder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M/d/yyyy"/>
        <w:lid w:val="en-US"/>
        <w:storeMappedDataAs w:val="dateTime"/>
        <w:calendar w:val="gregorian"/>
      </w:date>
    </w:sdtPr>
    <w:sdtEndPr/>
    <w:sdtContent>
      <w:p w:rsidR="002333C6" w:rsidRDefault="00A91B6A">
        <w:pPr>
          <w:pStyle w:val="HeaderOdd"/>
        </w:pPr>
        <w:r>
          <w:t>[Pick the date]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A2FE6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5"/>
  </w:num>
  <w:num w:numId="12">
    <w:abstractNumId w:val="6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  <w:num w:numId="18">
    <w:abstractNumId w:val="6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5"/>
  </w:num>
  <w:num w:numId="24">
    <w:abstractNumId w:val="6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removeDateAndTime/>
  <w:attachedTemplate r:id="rId1"/>
  <w:defaultTabStop w:val="720"/>
  <w:drawingGridHorizontalSpacing w:val="11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CB8"/>
    <w:rsid w:val="00017CB8"/>
    <w:rsid w:val="002333C6"/>
    <w:rsid w:val="00281207"/>
    <w:rsid w:val="008A4CF4"/>
    <w:rsid w:val="009A23F2"/>
    <w:rsid w:val="00A91B6A"/>
    <w:rsid w:val="00F7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1A9D2AE-4F0A-4DFB-AEC4-359FE207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 w:qFormat="1"/>
    <w:lsdException w:name="List Bullet 3" w:semiHidden="1" w:uiPriority="37" w:unhideWhenUsed="1" w:qFormat="1"/>
    <w:lsdException w:name="List Bullet 4" w:semiHidden="1" w:uiPriority="37" w:unhideWhenUsed="1" w:qFormat="1"/>
    <w:lsdException w:name="List Bullet 5" w:semiHidden="1" w:uiPriority="37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80" w:line="264" w:lineRule="auto"/>
    </w:pPr>
    <w:rPr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sz w:val="23"/>
      <w:szCs w:val="20"/>
      <w:lang w:eastAsia="ja-JP"/>
    </w:rPr>
  </w:style>
  <w:style w:type="paragraph" w:customStyle="1" w:styleId="SenderAddress">
    <w:name w:val="Sender Address"/>
    <w:basedOn w:val="NoSpacing"/>
    <w:uiPriority w:val="3"/>
    <w:qFormat/>
    <w:pPr>
      <w:spacing w:after="200"/>
    </w:pPr>
    <w:rPr>
      <w:color w:val="775F55" w:themeColor="text2"/>
    </w:rPr>
  </w:style>
  <w:style w:type="paragraph" w:customStyle="1" w:styleId="RecipientAddress">
    <w:name w:val="Recipient Address"/>
    <w:basedOn w:val="NoSpacing"/>
    <w:uiPriority w:val="4"/>
    <w:qFormat/>
    <w:pPr>
      <w:spacing w:before="240"/>
      <w:contextualSpacing/>
    </w:pPr>
    <w:rPr>
      <w:color w:val="775F55" w:themeColor="text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Spacing"/>
    <w:next w:val="Normal"/>
    <w:link w:val="DateChar"/>
    <w:uiPriority w:val="99"/>
    <w:unhideWhenUsed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Pr>
      <w:rFonts w:cs="Times New Roman"/>
      <w:b/>
      <w:color w:val="FFFFFF" w:themeColor="background1"/>
      <w:sz w:val="23"/>
      <w:szCs w:val="20"/>
      <w:lang w:eastAsia="ja-JP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unhideWhenUsed/>
    <w:qFormat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sz w:val="23"/>
      <w:szCs w:val="20"/>
      <w:lang w:eastAsia="ja-JP"/>
    </w:rPr>
  </w:style>
  <w:style w:type="character" w:styleId="Emphasis">
    <w:name w:val="Emphasis"/>
    <w:uiPriority w:val="20"/>
    <w:qFormat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Bullet">
    <w:name w:val="List Bullet"/>
    <w:basedOn w:val="Normal"/>
    <w:uiPriority w:val="37"/>
    <w:qFormat/>
    <w:pPr>
      <w:numPr>
        <w:numId w:val="24"/>
      </w:numPr>
    </w:pPr>
    <w:rPr>
      <w:sz w:val="24"/>
    </w:rPr>
  </w:style>
  <w:style w:type="paragraph" w:styleId="ListBullet2">
    <w:name w:val="List Bullet 2"/>
    <w:basedOn w:val="Normal"/>
    <w:uiPriority w:val="37"/>
    <w:qFormat/>
    <w:pPr>
      <w:numPr>
        <w:numId w:val="25"/>
      </w:numPr>
    </w:pPr>
    <w:rPr>
      <w:color w:val="94B6D2" w:themeColor="accent1"/>
    </w:rPr>
  </w:style>
  <w:style w:type="paragraph" w:styleId="ListBullet3">
    <w:name w:val="List Bullet 3"/>
    <w:basedOn w:val="Normal"/>
    <w:uiPriority w:val="37"/>
    <w:qFormat/>
    <w:pPr>
      <w:numPr>
        <w:numId w:val="26"/>
      </w:numPr>
    </w:pPr>
    <w:rPr>
      <w:color w:val="DD8047" w:themeColor="accent2"/>
    </w:rPr>
  </w:style>
  <w:style w:type="paragraph" w:styleId="ListBullet4">
    <w:name w:val="List Bullet 4"/>
    <w:basedOn w:val="Normal"/>
    <w:uiPriority w:val="37"/>
    <w:qFormat/>
    <w:pPr>
      <w:numPr>
        <w:numId w:val="27"/>
      </w:numPr>
    </w:pPr>
    <w:rPr>
      <w:caps/>
      <w:spacing w:val="4"/>
    </w:rPr>
  </w:style>
  <w:style w:type="paragraph" w:styleId="ListBullet5">
    <w:name w:val="List Bullet 5"/>
    <w:basedOn w:val="Normal"/>
    <w:uiPriority w:val="37"/>
    <w:qFormat/>
    <w:pPr>
      <w:numPr>
        <w:numId w:val="28"/>
      </w:numPr>
    </w:p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numbering" w:customStyle="1" w:styleId="MedianListStyle">
    <w:name w:val="Median List Style"/>
    <w:uiPriority w:val="99"/>
    <w:pPr>
      <w:numPr>
        <w:numId w:val="11"/>
      </w:numPr>
    </w:pPr>
  </w:style>
  <w:style w:type="paragraph" w:styleId="Quote">
    <w:name w:val="Quote"/>
    <w:basedOn w:val="Normal"/>
    <w:link w:val="QuoteChar"/>
    <w:uiPriority w:val="29"/>
    <w:qFormat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Pr>
      <w:i/>
      <w:smallCaps/>
      <w:color w:val="775F55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itle">
    <w:name w:val="Title"/>
    <w:basedOn w:val="Normal"/>
    <w:link w:val="TitleChar"/>
    <w:uiPriority w:val="10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ompanyName">
    <w:name w:val="Company Name"/>
    <w:basedOn w:val="Normal"/>
    <w:uiPriority w:val="2"/>
    <w:qFormat/>
    <w:pPr>
      <w:spacing w:after="0"/>
    </w:pPr>
    <w:rPr>
      <w:b/>
      <w:color w:val="775F55" w:themeColor="text2"/>
      <w:sz w:val="28"/>
      <w:szCs w:val="36"/>
    </w:rPr>
  </w:style>
  <w:style w:type="paragraph" w:styleId="Signature">
    <w:name w:val="Signature"/>
    <w:basedOn w:val="Normal"/>
    <w:link w:val="SignatureChar"/>
    <w:uiPriority w:val="8"/>
    <w:unhideWhenUsed/>
    <w:qFormat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Pr>
      <w:b/>
      <w:sz w:val="23"/>
      <w:szCs w:val="20"/>
      <w:lang w:eastAsia="ja-JP"/>
    </w:rPr>
  </w:style>
  <w:style w:type="paragraph" w:customStyle="1" w:styleId="FooterEven">
    <w:name w:val="Footer Even"/>
    <w:basedOn w:val="Normal"/>
    <w:uiPriority w:val="49"/>
    <w:unhideWhenUsed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ooterOdd">
    <w:name w:val="Footer Odd"/>
    <w:basedOn w:val="Normal"/>
    <w:unhideWhenUsed/>
    <w:qFormat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HeaderEven">
    <w:name w:val="Header Even"/>
    <w:basedOn w:val="NoSpacing"/>
    <w:uiPriority w:val="49"/>
    <w:semiHidden/>
    <w:unhideWhenUsed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qFormat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ug\AppData\Roaming\Microsoft\Templates\Business%20letter%20(Media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F6D6C7786304011B36CB3732A303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D9599-A4C7-4C58-9731-8925B4CE6B72}"/>
      </w:docPartPr>
      <w:docPartBody>
        <w:p w:rsidR="006E7A8A" w:rsidRDefault="001C5668">
          <w:pPr>
            <w:pStyle w:val="EF6D6C7786304011B36CB3732A3034B7"/>
          </w:pPr>
          <w:r>
            <w:t>[TYPE THE SENDER COMPANY NAME]</w:t>
          </w:r>
        </w:p>
      </w:docPartBody>
    </w:docPart>
    <w:docPart>
      <w:docPartPr>
        <w:name w:val="B404E550AFD549E0B2D2DA9406CC0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5F9D3-DE9F-4946-8AEB-4C304FFBD6E7}"/>
      </w:docPartPr>
      <w:docPartBody>
        <w:p w:rsidR="006E7A8A" w:rsidRDefault="001C5668">
          <w:pPr>
            <w:pStyle w:val="B404E550AFD549E0B2D2DA9406CC044F"/>
          </w:pPr>
          <w:r>
            <w:t>[Pick the date]</w:t>
          </w:r>
        </w:p>
      </w:docPartBody>
    </w:docPart>
    <w:docPart>
      <w:docPartPr>
        <w:name w:val="F96B949864C84A769371EA1BB5660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39DF7-F177-4B07-8ACE-2D046D192075}"/>
      </w:docPartPr>
      <w:docPartBody>
        <w:p w:rsidR="006E7A8A" w:rsidRDefault="001C5668">
          <w:pPr>
            <w:pStyle w:val="F96B949864C84A769371EA1BB56608EC"/>
          </w:pPr>
          <w:r>
            <w:t>[Type the salutation]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8A"/>
    <w:rsid w:val="001C5668"/>
    <w:rsid w:val="006E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6D6C7786304011B36CB3732A3034B7">
    <w:name w:val="EF6D6C7786304011B36CB3732A3034B7"/>
  </w:style>
  <w:style w:type="paragraph" w:customStyle="1" w:styleId="AB065522A2A444FF94E46F37B701EA9A">
    <w:name w:val="AB065522A2A444FF94E46F37B701EA9A"/>
  </w:style>
  <w:style w:type="paragraph" w:customStyle="1" w:styleId="B404E550AFD549E0B2D2DA9406CC044F">
    <w:name w:val="B404E550AFD549E0B2D2DA9406CC044F"/>
  </w:style>
  <w:style w:type="paragraph" w:customStyle="1" w:styleId="E75486F534B5469AB9989D7CC2D707E4">
    <w:name w:val="E75486F534B5469AB9989D7CC2D707E4"/>
  </w:style>
  <w:style w:type="paragraph" w:customStyle="1" w:styleId="C8A1AE98C7F04662BA69321992F42B91">
    <w:name w:val="C8A1AE98C7F04662BA69321992F42B91"/>
  </w:style>
  <w:style w:type="paragraph" w:customStyle="1" w:styleId="F96B949864C84A769371EA1BB56608EC">
    <w:name w:val="F96B949864C84A769371EA1BB56608EC"/>
  </w:style>
  <w:style w:type="paragraph" w:customStyle="1" w:styleId="54A6A1C905354A4C8386EF8DB9286616">
    <w:name w:val="54A6A1C905354A4C8386EF8DB9286616"/>
  </w:style>
  <w:style w:type="paragraph" w:customStyle="1" w:styleId="D053D993B3B74A79BD4DC4B1B8D45769">
    <w:name w:val="D053D993B3B74A79BD4DC4B1B8D45769"/>
  </w:style>
  <w:style w:type="paragraph" w:customStyle="1" w:styleId="E9E2895A398E496D8E20372D482683DA">
    <w:name w:val="E9E2895A398E496D8E20372D482683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Props1.xml><?xml version="1.0" encoding="utf-8"?>
<ds:datastoreItem xmlns:ds="http://schemas.openxmlformats.org/officeDocument/2006/customXml" ds:itemID="{91D21B3D-220C-4992-A5B6-7F8B6DEA11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BACDC0-6C22-44EC-AF51-49B044004D63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 (Median theme)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TheMan</dc:creator>
  <cp:keywords/>
  <cp:lastModifiedBy>Doug TheMan</cp:lastModifiedBy>
  <cp:revision>2</cp:revision>
  <dcterms:created xsi:type="dcterms:W3CDTF">2015-04-04T01:50:00Z</dcterms:created>
  <dcterms:modified xsi:type="dcterms:W3CDTF">2015-04-04T01:50:00Z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TC017730679991</vt:lpwstr>
  </property>
</Properties>
</file>